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198E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73AE7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3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19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F73AE7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F73AE7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3AE7" w:rsidRPr="009C54AE" w:rsidRDefault="00F73AE7" w:rsidP="00F73AE7">
            <w:pPr>
              <w:pStyle w:val="Punktygwne"/>
              <w:spacing w:before="0" w:after="0"/>
              <w:ind w:firstLine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0F03B0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0F03B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F73AE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191E29" w:rsidRPr="00191E29" w:rsidRDefault="00191E29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C61DC5" w:rsidRPr="009C54AE" w:rsidRDefault="00C61DC5" w:rsidP="00191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191E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91E29" w:rsidRDefault="00191E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191E29" w:rsidRPr="009C54AE" w:rsidRDefault="00191E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1E2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198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191E29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Urbanek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256651"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="00256651"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91E29" w:rsidRDefault="00191E29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1E" w:rsidRDefault="00F05F1E" w:rsidP="00C16ABF">
      <w:pPr>
        <w:spacing w:after="0" w:line="240" w:lineRule="auto"/>
      </w:pPr>
      <w:r>
        <w:separator/>
      </w:r>
    </w:p>
  </w:endnote>
  <w:endnote w:type="continuationSeparator" w:id="0">
    <w:p w:rsidR="00F05F1E" w:rsidRDefault="00F05F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1E" w:rsidRDefault="00F05F1E" w:rsidP="00C16ABF">
      <w:pPr>
        <w:spacing w:after="0" w:line="240" w:lineRule="auto"/>
      </w:pPr>
      <w:r>
        <w:separator/>
      </w:r>
    </w:p>
  </w:footnote>
  <w:footnote w:type="continuationSeparator" w:id="0">
    <w:p w:rsidR="00F05F1E" w:rsidRDefault="00F05F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03B0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E29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DFB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125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F1E"/>
    <w:rsid w:val="00F070AB"/>
    <w:rsid w:val="00F17567"/>
    <w:rsid w:val="00F27A7B"/>
    <w:rsid w:val="00F526AF"/>
    <w:rsid w:val="00F617C3"/>
    <w:rsid w:val="00F7066B"/>
    <w:rsid w:val="00F73AE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0CD4A-A948-44C1-A756-D242D7C3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2022-03-31T14:17:00Z</dcterms:created>
  <dcterms:modified xsi:type="dcterms:W3CDTF">2022-06-22T16:12:00Z</dcterms:modified>
</cp:coreProperties>
</file>